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bookmarkStart w:id="0" w:name="_GoBack"/>
            <w:bookmarkEnd w:id="0"/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ADDF9F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4737D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2DC48DC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586D6B">
              <w:t>2</w:t>
            </w:r>
            <w:r w:rsidR="00AB51ED">
              <w:t>01</w:t>
            </w:r>
          </w:p>
        </w:tc>
        <w:tc>
          <w:tcPr>
            <w:tcW w:w="3604" w:type="pct"/>
            <w:shd w:val="clear" w:color="auto" w:fill="auto"/>
          </w:tcPr>
          <w:p w14:paraId="68240ED7" w14:textId="4AE13672" w:rsidR="00F1480E" w:rsidRPr="000754EC" w:rsidRDefault="00586D6B" w:rsidP="000754EC">
            <w:pPr>
              <w:pStyle w:val="SIUnittitle"/>
            </w:pPr>
            <w:r w:rsidRPr="00586D6B">
              <w:t>Assist agricultural crop establishment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92518A" w14:textId="737F2BA1" w:rsidR="00586D6B" w:rsidRPr="008B2E40" w:rsidRDefault="00586D6B">
            <w:pPr>
              <w:pStyle w:val="SIText"/>
            </w:pPr>
            <w:r w:rsidRPr="008B2E40">
              <w:t xml:space="preserve">This unit of competency describes the skills and knowledge required to assist others </w:t>
            </w:r>
            <w:r w:rsidR="002D1226">
              <w:t xml:space="preserve">in the preparation of materials, equipment and crop site </w:t>
            </w:r>
            <w:r w:rsidRPr="008B2E40">
              <w:t xml:space="preserve">for agricultural crop </w:t>
            </w:r>
            <w:r w:rsidR="002D1226" w:rsidRPr="008B2E40">
              <w:t>establishment</w:t>
            </w:r>
            <w:r w:rsidR="002D1226">
              <w:t xml:space="preserve"> and to assist in the planting program.</w:t>
            </w:r>
          </w:p>
          <w:p w14:paraId="264EE949" w14:textId="77777777" w:rsidR="00586D6B" w:rsidRPr="008B2E40" w:rsidRDefault="00586D6B">
            <w:pPr>
              <w:pStyle w:val="SIText"/>
            </w:pPr>
          </w:p>
          <w:p w14:paraId="57D4ACD5" w14:textId="6C4D9416" w:rsidR="00586D6B" w:rsidRPr="008B2E40" w:rsidRDefault="00586D6B">
            <w:pPr>
              <w:pStyle w:val="SIText"/>
            </w:pPr>
            <w:r w:rsidRPr="008B2E40">
              <w:t>Th</w:t>
            </w:r>
            <w:r w:rsidR="008B2E40" w:rsidRPr="008B2E40">
              <w:t>e</w:t>
            </w:r>
            <w:r w:rsidRPr="008B2E40">
              <w:t xml:space="preserve"> unit applies to individuals who work under general supervision and exercise limited autonomy with some accountability for own work. They undertake defined activities and work in a structured context.</w:t>
            </w:r>
          </w:p>
          <w:p w14:paraId="14F73F6C" w14:textId="77777777" w:rsidR="00586D6B" w:rsidRPr="008B2E40" w:rsidRDefault="00586D6B">
            <w:pPr>
              <w:pStyle w:val="SIText"/>
            </w:pPr>
          </w:p>
          <w:p w14:paraId="034C6C33" w14:textId="11A3F778" w:rsidR="00373436" w:rsidRPr="008B2E40" w:rsidRDefault="008B2E40">
            <w:pPr>
              <w:pStyle w:val="SIText"/>
            </w:pPr>
            <w:r w:rsidRPr="008056C2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1A93FCA" w:rsidR="00F1480E" w:rsidRPr="000754EC" w:rsidRDefault="00E933B0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6D6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42B2B7" w:rsidR="00586D6B" w:rsidRPr="00586D6B" w:rsidRDefault="00586D6B" w:rsidP="00586D6B">
            <w:pPr>
              <w:pStyle w:val="SIText"/>
            </w:pPr>
            <w:r w:rsidRPr="00586D6B">
              <w:t>1. Prepare for agricultural crop establishment operations</w:t>
            </w:r>
          </w:p>
        </w:tc>
        <w:tc>
          <w:tcPr>
            <w:tcW w:w="3604" w:type="pct"/>
            <w:shd w:val="clear" w:color="auto" w:fill="auto"/>
          </w:tcPr>
          <w:p w14:paraId="5C283CFA" w14:textId="4462C684" w:rsidR="00586D6B" w:rsidRPr="00586D6B" w:rsidRDefault="00586D6B" w:rsidP="00586D6B">
            <w:r w:rsidRPr="00586D6B">
              <w:t xml:space="preserve">1.1 </w:t>
            </w:r>
            <w:r w:rsidR="002D1226">
              <w:t xml:space="preserve">Interpret and implement </w:t>
            </w:r>
            <w:r w:rsidRPr="00586D6B">
              <w:t>instructions</w:t>
            </w:r>
            <w:r w:rsidR="008056C2" w:rsidRPr="00586D6B">
              <w:t xml:space="preserve"> </w:t>
            </w:r>
            <w:r w:rsidR="008056C2">
              <w:t xml:space="preserve">from </w:t>
            </w:r>
            <w:r w:rsidR="008056C2" w:rsidRPr="00586D6B">
              <w:t>supervisor</w:t>
            </w:r>
          </w:p>
          <w:p w14:paraId="0EB81B04" w14:textId="1C668B60" w:rsidR="00586D6B" w:rsidRPr="00586D6B" w:rsidRDefault="00586D6B" w:rsidP="00586D6B">
            <w:r w:rsidRPr="00586D6B">
              <w:t>1.2 Select and prepare machinery, equipment and tools</w:t>
            </w:r>
            <w:r w:rsidR="008056C2">
              <w:t xml:space="preserve"> according to biosecurity and workplace procedures</w:t>
            </w:r>
          </w:p>
          <w:p w14:paraId="47F113E9" w14:textId="77777777" w:rsidR="00586D6B" w:rsidRPr="00586D6B" w:rsidRDefault="00586D6B" w:rsidP="00586D6B">
            <w:r w:rsidRPr="00586D6B">
              <w:t>1.3 Identify work health and safety hazards in crop establishment and report to supervisor</w:t>
            </w:r>
          </w:p>
          <w:p w14:paraId="1696B99B" w14:textId="0695B8F9" w:rsidR="00586D6B" w:rsidRPr="00586D6B" w:rsidRDefault="00586D6B" w:rsidP="00586D6B">
            <w:r w:rsidRPr="00586D6B">
              <w:t>1.4 Select, use and maintain suitable personal protective equipment</w:t>
            </w:r>
          </w:p>
        </w:tc>
      </w:tr>
      <w:tr w:rsidR="00586D6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7F9318D" w:rsidR="00586D6B" w:rsidRPr="00586D6B" w:rsidRDefault="00586D6B" w:rsidP="00586D6B">
            <w:pPr>
              <w:pStyle w:val="SIText"/>
            </w:pPr>
            <w:r w:rsidRPr="00586D6B">
              <w:t>2. Prepare the site for crop establishment</w:t>
            </w:r>
          </w:p>
        </w:tc>
        <w:tc>
          <w:tcPr>
            <w:tcW w:w="3604" w:type="pct"/>
            <w:shd w:val="clear" w:color="auto" w:fill="auto"/>
          </w:tcPr>
          <w:p w14:paraId="2F1BA15A" w14:textId="24FD980D" w:rsidR="00586D6B" w:rsidRPr="00586D6B" w:rsidRDefault="00586D6B" w:rsidP="00586D6B">
            <w:r w:rsidRPr="00586D6B">
              <w:t>2.1 Remove and dispose of old crop and other waste materials</w:t>
            </w:r>
            <w:r w:rsidR="002D1226">
              <w:t xml:space="preserve"> according to instructions</w:t>
            </w:r>
            <w:r w:rsidR="008056C2">
              <w:t>, biosecurity and environmental procedures</w:t>
            </w:r>
          </w:p>
          <w:p w14:paraId="5209D1F6" w14:textId="73B8BDA8" w:rsidR="00586D6B" w:rsidRPr="00586D6B" w:rsidRDefault="00586D6B" w:rsidP="00586D6B">
            <w:r w:rsidRPr="00586D6B">
              <w:t xml:space="preserve">2.2 Apply soil amendments </w:t>
            </w:r>
            <w:r w:rsidR="002D1226">
              <w:t>according to instructions</w:t>
            </w:r>
          </w:p>
          <w:p w14:paraId="5DC8A328" w14:textId="615ABA08" w:rsidR="00586D6B" w:rsidRPr="00586D6B" w:rsidRDefault="00586D6B" w:rsidP="00586D6B">
            <w:r w:rsidRPr="00586D6B">
              <w:t>2.3 Follow crop production plan</w:t>
            </w:r>
          </w:p>
          <w:p w14:paraId="752818BC" w14:textId="709FA377" w:rsidR="00586D6B" w:rsidRPr="00586D6B" w:rsidRDefault="00586D6B" w:rsidP="00586D6B">
            <w:r w:rsidRPr="00586D6B">
              <w:t xml:space="preserve">2.4 Implement crop protection </w:t>
            </w:r>
            <w:r w:rsidR="008056C2">
              <w:t xml:space="preserve">activities </w:t>
            </w:r>
            <w:r w:rsidR="002D1226">
              <w:t>according to instructions</w:t>
            </w:r>
          </w:p>
          <w:p w14:paraId="1E49D105" w14:textId="6A304306" w:rsidR="00586D6B" w:rsidRPr="00586D6B" w:rsidRDefault="00586D6B" w:rsidP="00586D6B">
            <w:r w:rsidRPr="00586D6B">
              <w:t xml:space="preserve">2.5 Mark out planting pattern </w:t>
            </w:r>
            <w:r w:rsidR="002D1226">
              <w:t>according to</w:t>
            </w:r>
            <w:r w:rsidRPr="00586D6B">
              <w:t xml:space="preserve"> crop production plan</w:t>
            </w:r>
          </w:p>
          <w:p w14:paraId="6BB72E57" w14:textId="588829F9" w:rsidR="00586D6B" w:rsidRPr="00586D6B" w:rsidRDefault="00586D6B" w:rsidP="008056C2">
            <w:pPr>
              <w:pStyle w:val="SIText"/>
            </w:pPr>
            <w:r w:rsidRPr="00586D6B">
              <w:t xml:space="preserve">2.6 Operate machinery, equipment and tools </w:t>
            </w:r>
            <w:r w:rsidR="002D1226">
              <w:t>according to workplace safety procedures and operator instructions</w:t>
            </w:r>
          </w:p>
        </w:tc>
      </w:tr>
      <w:tr w:rsidR="00586D6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267A746" w:rsidR="00586D6B" w:rsidRPr="00586D6B" w:rsidRDefault="00586D6B" w:rsidP="00586D6B">
            <w:pPr>
              <w:pStyle w:val="SIText"/>
            </w:pPr>
            <w:r w:rsidRPr="00586D6B">
              <w:t>3. Carry out establishment operations</w:t>
            </w:r>
          </w:p>
        </w:tc>
        <w:tc>
          <w:tcPr>
            <w:tcW w:w="3604" w:type="pct"/>
            <w:shd w:val="clear" w:color="auto" w:fill="auto"/>
          </w:tcPr>
          <w:p w14:paraId="79576332" w14:textId="7ABF2BC4" w:rsidR="00586D6B" w:rsidRPr="00586D6B" w:rsidRDefault="00586D6B" w:rsidP="00586D6B">
            <w:r w:rsidRPr="00586D6B">
              <w:t xml:space="preserve">3.1 </w:t>
            </w:r>
            <w:r w:rsidR="002D1226">
              <w:t>T</w:t>
            </w:r>
            <w:r w:rsidRPr="00586D6B">
              <w:t>reat planting material</w:t>
            </w:r>
            <w:r w:rsidR="002D1226">
              <w:t xml:space="preserve"> according to supervisor instructions</w:t>
            </w:r>
          </w:p>
          <w:p w14:paraId="2885737F" w14:textId="0070657E" w:rsidR="00586D6B" w:rsidRPr="00586D6B" w:rsidRDefault="00586D6B" w:rsidP="00586D6B">
            <w:r w:rsidRPr="00586D6B">
              <w:t>3.2 Handle and transport planting material</w:t>
            </w:r>
            <w:r w:rsidR="002D1226">
              <w:t xml:space="preserve"> safely</w:t>
            </w:r>
          </w:p>
          <w:p w14:paraId="7C104250" w14:textId="12FEF724" w:rsidR="00586D6B" w:rsidRPr="00586D6B" w:rsidRDefault="00586D6B" w:rsidP="008056C2">
            <w:pPr>
              <w:pStyle w:val="SIText"/>
            </w:pPr>
            <w:r w:rsidRPr="00586D6B">
              <w:t xml:space="preserve">3.3 </w:t>
            </w:r>
            <w:r w:rsidR="008056C2">
              <w:t>Carry out</w:t>
            </w:r>
            <w:r w:rsidR="002D1226">
              <w:t xml:space="preserve"> </w:t>
            </w:r>
            <w:r w:rsidRPr="00586D6B">
              <w:t>planting plan</w:t>
            </w:r>
          </w:p>
        </w:tc>
      </w:tr>
      <w:tr w:rsidR="00586D6B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130CF527" w:rsidR="00586D6B" w:rsidRPr="00586D6B" w:rsidRDefault="00586D6B" w:rsidP="00586D6B">
            <w:pPr>
              <w:pStyle w:val="SIText"/>
            </w:pPr>
            <w:r w:rsidRPr="00586D6B">
              <w:t>4. Complete establishment operation</w:t>
            </w:r>
          </w:p>
        </w:tc>
        <w:tc>
          <w:tcPr>
            <w:tcW w:w="3604" w:type="pct"/>
            <w:shd w:val="clear" w:color="auto" w:fill="auto"/>
          </w:tcPr>
          <w:p w14:paraId="0243CB1C" w14:textId="10CCB4E1" w:rsidR="00586D6B" w:rsidRPr="00586D6B" w:rsidRDefault="00586D6B" w:rsidP="00586D6B">
            <w:r w:rsidRPr="00586D6B">
              <w:t xml:space="preserve">4.1 Clean and </w:t>
            </w:r>
            <w:r w:rsidR="002D1226">
              <w:t>sanitise</w:t>
            </w:r>
            <w:r w:rsidR="002D1226" w:rsidRPr="00586D6B">
              <w:t xml:space="preserve"> </w:t>
            </w:r>
            <w:r w:rsidRPr="00586D6B">
              <w:t xml:space="preserve">tools and equipment </w:t>
            </w:r>
            <w:r w:rsidR="002D1226">
              <w:t>according to instructions and biosecurity procedures</w:t>
            </w:r>
          </w:p>
          <w:p w14:paraId="7DD3A073" w14:textId="5A6B352D" w:rsidR="00586D6B" w:rsidRPr="00586D6B" w:rsidRDefault="00586D6B" w:rsidP="00586D6B">
            <w:r w:rsidRPr="00586D6B">
              <w:t xml:space="preserve">4.2 </w:t>
            </w:r>
            <w:r w:rsidR="002D1226">
              <w:t>Clean-up worksite and d</w:t>
            </w:r>
            <w:r w:rsidRPr="00586D6B">
              <w:t xml:space="preserve">ispose of </w:t>
            </w:r>
            <w:r w:rsidR="002D1226">
              <w:t xml:space="preserve">waste </w:t>
            </w:r>
            <w:r w:rsidRPr="00586D6B">
              <w:t xml:space="preserve">according to </w:t>
            </w:r>
            <w:r w:rsidR="002D1226">
              <w:t>workplace</w:t>
            </w:r>
            <w:r w:rsidR="002D1226" w:rsidRPr="00586D6B">
              <w:t xml:space="preserve"> </w:t>
            </w:r>
            <w:r w:rsidRPr="00586D6B">
              <w:t xml:space="preserve">polices </w:t>
            </w:r>
            <w:r w:rsidR="002D1226">
              <w:t xml:space="preserve">and </w:t>
            </w:r>
            <w:r w:rsidRPr="00586D6B">
              <w:t>environment</w:t>
            </w:r>
            <w:r w:rsidR="002D1226">
              <w:t>al procedures</w:t>
            </w:r>
          </w:p>
          <w:p w14:paraId="46697E37" w14:textId="4E72455F" w:rsidR="00586D6B" w:rsidRPr="00586D6B" w:rsidRDefault="00586D6B" w:rsidP="00586D6B">
            <w:r w:rsidRPr="00586D6B">
              <w:t xml:space="preserve">4.3 </w:t>
            </w:r>
            <w:r w:rsidR="002D1226">
              <w:t xml:space="preserve">Maintain </w:t>
            </w:r>
            <w:r w:rsidR="008056C2">
              <w:t>crop production</w:t>
            </w:r>
            <w:r w:rsidRPr="00586D6B">
              <w:t xml:space="preserve"> records </w:t>
            </w:r>
            <w:r w:rsidR="008056C2"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1E31748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4860" w:rsidRPr="00DF6275" w14:paraId="1CF24FD6" w14:textId="7137F66F" w:rsidTr="00CA2922">
        <w:tc>
          <w:tcPr>
            <w:tcW w:w="1396" w:type="pct"/>
          </w:tcPr>
          <w:p w14:paraId="6D88B952" w14:textId="6899D0CB" w:rsidR="00584860" w:rsidRPr="00DF6275" w:rsidRDefault="00584860" w:rsidP="00DF6275">
            <w:pPr>
              <w:pStyle w:val="SIText"/>
            </w:pPr>
            <w:r w:rsidRPr="00DF6275">
              <w:t>Reading</w:t>
            </w:r>
          </w:p>
        </w:tc>
        <w:tc>
          <w:tcPr>
            <w:tcW w:w="3604" w:type="pct"/>
          </w:tcPr>
          <w:p w14:paraId="1B7CC730" w14:textId="66BCBAB2" w:rsidR="00584860" w:rsidRPr="00DF6275" w:rsidRDefault="00584860" w:rsidP="00DF6275">
            <w:pPr>
              <w:pStyle w:val="SIBulletList1"/>
            </w:pPr>
            <w:r w:rsidRPr="00DF6275">
              <w:t xml:space="preserve">Interpret, consolidate and check understanding and accuracy of instructions with supervisor </w:t>
            </w:r>
          </w:p>
        </w:tc>
      </w:tr>
      <w:tr w:rsidR="00584860" w:rsidRPr="00DF6275" w14:paraId="1D3AF5EE" w14:textId="4A63D416" w:rsidTr="00CA2922">
        <w:tc>
          <w:tcPr>
            <w:tcW w:w="1396" w:type="pct"/>
          </w:tcPr>
          <w:p w14:paraId="16ED7E97" w14:textId="413F351A" w:rsidR="00584860" w:rsidRPr="00DF6275" w:rsidRDefault="00584860" w:rsidP="00DF6275">
            <w:pPr>
              <w:pStyle w:val="SIText"/>
            </w:pPr>
            <w:r w:rsidRPr="00DF6275">
              <w:t>Writing</w:t>
            </w:r>
          </w:p>
        </w:tc>
        <w:tc>
          <w:tcPr>
            <w:tcW w:w="3604" w:type="pct"/>
          </w:tcPr>
          <w:p w14:paraId="0F32718D" w14:textId="71531F65" w:rsidR="00584860" w:rsidRPr="00DF6275" w:rsidRDefault="00584860" w:rsidP="00DF6275">
            <w:pPr>
              <w:pStyle w:val="SIBulletList1"/>
              <w:rPr>
                <w:rFonts w:eastAsia="Calibri"/>
              </w:rPr>
            </w:pPr>
            <w:r w:rsidRPr="00DF6275">
              <w:t>Use industry language and correct concepts and terminology when updating records</w:t>
            </w:r>
          </w:p>
        </w:tc>
      </w:tr>
      <w:tr w:rsidR="00584860" w:rsidRPr="00DF6275" w:rsidDel="00423CB2" w14:paraId="03BB9C6A" w14:textId="77777777" w:rsidTr="00CA2922">
        <w:tc>
          <w:tcPr>
            <w:tcW w:w="1396" w:type="pct"/>
          </w:tcPr>
          <w:p w14:paraId="79F97EC7" w14:textId="3416BA80" w:rsidR="00584860" w:rsidRPr="00DF6275" w:rsidRDefault="00584860" w:rsidP="00DF6275">
            <w:pPr>
              <w:pStyle w:val="SIText"/>
            </w:pPr>
            <w:r w:rsidRPr="00DF6275">
              <w:t>Numeracy</w:t>
            </w:r>
          </w:p>
        </w:tc>
        <w:tc>
          <w:tcPr>
            <w:tcW w:w="3604" w:type="pct"/>
          </w:tcPr>
          <w:p w14:paraId="1CE869A5" w14:textId="77777777" w:rsidR="00584860" w:rsidRPr="00DF6275" w:rsidRDefault="00584860" w:rsidP="00DF6275">
            <w:pPr>
              <w:pStyle w:val="SIBulletList1"/>
              <w:rPr>
                <w:rFonts w:eastAsia="Calibri"/>
              </w:rPr>
            </w:pPr>
            <w:r w:rsidRPr="00DF6275">
              <w:t>Perform basic mathematical calculations to determine correct volumes of fuel, lubricants and coolants</w:t>
            </w:r>
          </w:p>
          <w:p w14:paraId="4DAD12EB" w14:textId="66FDA042" w:rsidR="00584860" w:rsidRPr="00DF6275" w:rsidRDefault="00584860" w:rsidP="00DF6275">
            <w:pPr>
              <w:pStyle w:val="SIBulletList1"/>
              <w:rPr>
                <w:rFonts w:eastAsia="Calibri"/>
              </w:rPr>
            </w:pPr>
            <w:r w:rsidRPr="00DF6275">
              <w:rPr>
                <w:rFonts w:eastAsia="Calibri"/>
              </w:rPr>
              <w:t>Perform basic calculations when calibrating and setting machinery for harvesting operations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C47BE1" w14:paraId="7EFB7203" w14:textId="77777777" w:rsidTr="00F33FF2">
        <w:tc>
          <w:tcPr>
            <w:tcW w:w="1028" w:type="pct"/>
          </w:tcPr>
          <w:p w14:paraId="2B484391" w14:textId="77777777" w:rsidR="008B2E40" w:rsidRPr="00C47BE1" w:rsidRDefault="008B2E40">
            <w:pPr>
              <w:pStyle w:val="SIText"/>
            </w:pPr>
            <w:r w:rsidRPr="00C47BE1">
              <w:t>AHCBAC201 Assist agricultural crop establishment</w:t>
            </w:r>
          </w:p>
          <w:p w14:paraId="6B803FA7" w14:textId="5978F16C" w:rsidR="00DA54B5" w:rsidRPr="00C47BE1" w:rsidRDefault="008B2E40">
            <w:pPr>
              <w:pStyle w:val="SIText"/>
            </w:pPr>
            <w:r w:rsidRPr="00C47BE1">
              <w:t>Release 2</w:t>
            </w:r>
          </w:p>
        </w:tc>
        <w:tc>
          <w:tcPr>
            <w:tcW w:w="1105" w:type="pct"/>
          </w:tcPr>
          <w:p w14:paraId="0A781283" w14:textId="77777777" w:rsidR="00DA54B5" w:rsidRPr="00C47BE1" w:rsidRDefault="008B2E40">
            <w:pPr>
              <w:pStyle w:val="SIText"/>
            </w:pPr>
            <w:r w:rsidRPr="00C47BE1">
              <w:t>AHCBAC201 Assist agricultural crop establishment</w:t>
            </w:r>
          </w:p>
          <w:p w14:paraId="3216D365" w14:textId="10D0C043" w:rsidR="008B2E40" w:rsidRPr="00C47BE1" w:rsidRDefault="008B2E40">
            <w:pPr>
              <w:pStyle w:val="SIText"/>
            </w:pPr>
            <w:r w:rsidRPr="00C47BE1">
              <w:t>Release 1</w:t>
            </w:r>
          </w:p>
        </w:tc>
        <w:tc>
          <w:tcPr>
            <w:tcW w:w="1251" w:type="pct"/>
          </w:tcPr>
          <w:p w14:paraId="614518F2" w14:textId="2233AC49" w:rsidR="00DA54B5" w:rsidRPr="00DF6275" w:rsidRDefault="008F4FD7">
            <w:pPr>
              <w:pStyle w:val="SIText"/>
            </w:pPr>
            <w:r w:rsidRPr="00DF6275">
              <w:t>Changes t</w:t>
            </w:r>
            <w:r w:rsidR="00C47BE1">
              <w:t>o</w:t>
            </w:r>
            <w:r w:rsidRPr="00DF6275">
              <w:t xml:space="preserve"> </w:t>
            </w:r>
            <w:r w:rsidR="00C47BE1">
              <w:t>A</w:t>
            </w:r>
            <w:r w:rsidRPr="00DF6275">
              <w:t>pplication. Minor edits to Performance Criteria.</w:t>
            </w:r>
          </w:p>
          <w:p w14:paraId="30B8888F" w14:textId="03C42DF8" w:rsidR="008F4FD7" w:rsidRPr="00DF6275" w:rsidRDefault="008F4FD7">
            <w:pPr>
              <w:pStyle w:val="SIText"/>
            </w:pPr>
            <w:r w:rsidRPr="00DF6275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1D4C4CB9" w:rsidR="00DA54B5" w:rsidRPr="00DF6275" w:rsidRDefault="008B2E40">
            <w:pPr>
              <w:pStyle w:val="SIText"/>
            </w:pPr>
            <w:r w:rsidRPr="00DF6275">
              <w:t>Equivalent</w:t>
            </w:r>
          </w:p>
        </w:tc>
      </w:tr>
    </w:tbl>
    <w:p w14:paraId="50418B56" w14:textId="32DAF60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38F29B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86D6B" w:rsidRPr="00586D6B">
              <w:t>AHCBAC201 Assist agricultural crop establishment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C47BE1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1C9B35B" w:rsidR="00DA54B5" w:rsidRPr="00DF6275" w:rsidRDefault="00DA54B5">
            <w:pPr>
              <w:pStyle w:val="SIText"/>
            </w:pPr>
            <w:r w:rsidRPr="00DF6275">
              <w:t xml:space="preserve">An individual demonstrating competency must satisfy all of the elements and performance criteria in this unit. </w:t>
            </w:r>
          </w:p>
          <w:p w14:paraId="6BFF6ACC" w14:textId="77777777" w:rsidR="00DA54B5" w:rsidRPr="00DF6275" w:rsidRDefault="00DA54B5">
            <w:pPr>
              <w:pStyle w:val="SIText"/>
            </w:pPr>
          </w:p>
          <w:p w14:paraId="40B110DE" w14:textId="05F6C42D" w:rsidR="00DA54B5" w:rsidRPr="00DF6275" w:rsidRDefault="00DA54B5">
            <w:pPr>
              <w:pStyle w:val="SIText"/>
            </w:pPr>
            <w:r w:rsidRPr="00DF6275">
              <w:t>There must be evidence that the individual has</w:t>
            </w:r>
            <w:r w:rsidR="00C47BE1" w:rsidRPr="00DF6275">
              <w:t xml:space="preserve"> assisted in the</w:t>
            </w:r>
            <w:r w:rsidR="00C47BE1">
              <w:t xml:space="preserve"> </w:t>
            </w:r>
            <w:r w:rsidR="009E56EF">
              <w:t xml:space="preserve">establishment of at least </w:t>
            </w:r>
            <w:commentRangeStart w:id="1"/>
            <w:r w:rsidR="009E56EF" w:rsidRPr="00DF6275">
              <w:rPr>
                <w:rStyle w:val="SITemporaryText-red"/>
              </w:rPr>
              <w:t xml:space="preserve">2 different </w:t>
            </w:r>
            <w:r w:rsidR="00F77808" w:rsidRPr="00DF6275">
              <w:rPr>
                <w:rStyle w:val="SITemporaryText-red"/>
              </w:rPr>
              <w:t xml:space="preserve">seasonal </w:t>
            </w:r>
            <w:r w:rsidR="009E56EF" w:rsidRPr="00DF6275">
              <w:rPr>
                <w:rStyle w:val="SITemporaryText-red"/>
              </w:rPr>
              <w:t>agricultural crops</w:t>
            </w:r>
            <w:r w:rsidR="00F77808" w:rsidRPr="00DF6275">
              <w:rPr>
                <w:rStyle w:val="SITemporaryText-red"/>
              </w:rPr>
              <w:t xml:space="preserve"> for a minimum of X hectares</w:t>
            </w:r>
            <w:commentRangeEnd w:id="1"/>
            <w:r w:rsidR="00F77808">
              <w:rPr>
                <w:lang w:eastAsia="en-AU"/>
              </w:rPr>
              <w:commentReference w:id="1"/>
            </w:r>
            <w:r w:rsidR="009E56EF">
              <w:t>, including:</w:t>
            </w:r>
          </w:p>
          <w:p w14:paraId="5FB22BAE" w14:textId="78AD960C" w:rsidR="00586D6B" w:rsidRPr="00DF6275" w:rsidRDefault="00586D6B">
            <w:pPr>
              <w:pStyle w:val="SIBulletList1"/>
            </w:pPr>
            <w:r w:rsidRPr="00DF6275">
              <w:t>communicate</w:t>
            </w:r>
            <w:r w:rsidR="009E56EF">
              <w:t>d</w:t>
            </w:r>
            <w:r w:rsidRPr="00DF6275">
              <w:t xml:space="preserve"> with supervisor and team members</w:t>
            </w:r>
            <w:r w:rsidR="009E56EF">
              <w:t xml:space="preserve"> and followed instructions and plans</w:t>
            </w:r>
          </w:p>
          <w:p w14:paraId="5142A23A" w14:textId="6FB82754" w:rsidR="00586D6B" w:rsidRPr="00DF6275" w:rsidRDefault="009E56EF">
            <w:pPr>
              <w:pStyle w:val="SIBulletList1"/>
            </w:pPr>
            <w:r>
              <w:t xml:space="preserve">performed paddock and </w:t>
            </w:r>
            <w:r w:rsidR="00586D6B" w:rsidRPr="00DF6275">
              <w:t>ground preparation</w:t>
            </w:r>
            <w:r>
              <w:t>s</w:t>
            </w:r>
            <w:r w:rsidR="00586D6B" w:rsidRPr="00DF6275">
              <w:t xml:space="preserve"> </w:t>
            </w:r>
            <w:r>
              <w:t>ready</w:t>
            </w:r>
            <w:r w:rsidR="00586D6B" w:rsidRPr="00DF6275">
              <w:t xml:space="preserve"> for planting</w:t>
            </w:r>
            <w:r>
              <w:t xml:space="preserve"> including:</w:t>
            </w:r>
          </w:p>
          <w:p w14:paraId="04978BB9" w14:textId="01A149A2" w:rsidR="00586D6B" w:rsidRPr="00DF6275" w:rsidRDefault="00586D6B" w:rsidP="00DF6275">
            <w:pPr>
              <w:pStyle w:val="SIBulletList2"/>
            </w:pPr>
            <w:r w:rsidRPr="00DF6275">
              <w:t>appl</w:t>
            </w:r>
            <w:r w:rsidR="009E56EF">
              <w:t xml:space="preserve">ied </w:t>
            </w:r>
            <w:r w:rsidRPr="00DF6275">
              <w:t>pre-planting soil treatments</w:t>
            </w:r>
          </w:p>
          <w:p w14:paraId="44D7DBDF" w14:textId="11848EEA" w:rsidR="00586D6B" w:rsidRDefault="00586D6B" w:rsidP="00DF6275">
            <w:pPr>
              <w:pStyle w:val="SIBulletList2"/>
            </w:pPr>
            <w:r w:rsidRPr="00DF6275">
              <w:t>calibrate</w:t>
            </w:r>
            <w:r w:rsidR="009E56EF">
              <w:t>d</w:t>
            </w:r>
            <w:r w:rsidRPr="00DF6275">
              <w:t xml:space="preserve"> the planting equipment</w:t>
            </w:r>
          </w:p>
          <w:p w14:paraId="78C70A60" w14:textId="54DD18E8" w:rsidR="009E56EF" w:rsidRPr="00DF6275" w:rsidRDefault="009E56EF">
            <w:pPr>
              <w:pStyle w:val="SIBulletList1"/>
            </w:pPr>
            <w:r>
              <w:t>performed planting operations according to plan including:</w:t>
            </w:r>
          </w:p>
          <w:p w14:paraId="281AE589" w14:textId="2421A5B6" w:rsidR="00586D6B" w:rsidRPr="00DF6275" w:rsidRDefault="00586D6B" w:rsidP="00DF6275">
            <w:pPr>
              <w:pStyle w:val="SIBulletList2"/>
            </w:pPr>
            <w:r w:rsidRPr="00DF6275">
              <w:t>treat</w:t>
            </w:r>
            <w:r w:rsidR="009E56EF">
              <w:t>ed</w:t>
            </w:r>
            <w:r w:rsidRPr="00DF6275">
              <w:t xml:space="preserve"> and plant</w:t>
            </w:r>
            <w:r w:rsidR="009E56EF">
              <w:t>ed</w:t>
            </w:r>
            <w:r w:rsidRPr="00DF6275">
              <w:t xml:space="preserve"> seed</w:t>
            </w:r>
          </w:p>
          <w:p w14:paraId="2AE48559" w14:textId="277C1795" w:rsidR="00586D6B" w:rsidRPr="00DF6275" w:rsidRDefault="00586D6B" w:rsidP="00DF6275">
            <w:pPr>
              <w:pStyle w:val="SIBulletList2"/>
            </w:pPr>
            <w:r w:rsidRPr="00DF6275">
              <w:t>appl</w:t>
            </w:r>
            <w:r w:rsidR="009E56EF">
              <w:t>ied</w:t>
            </w:r>
            <w:r w:rsidRPr="00DF6275">
              <w:t xml:space="preserve"> fertiliser </w:t>
            </w:r>
            <w:r w:rsidR="009E56EF">
              <w:t>during</w:t>
            </w:r>
            <w:r w:rsidR="009E56EF" w:rsidRPr="00DF6275">
              <w:t xml:space="preserve"> </w:t>
            </w:r>
            <w:r w:rsidRPr="00DF6275">
              <w:t xml:space="preserve">seed sowing </w:t>
            </w:r>
            <w:r w:rsidR="009E56EF">
              <w:t>and</w:t>
            </w:r>
            <w:r w:rsidR="009E56EF" w:rsidRPr="00DF6275">
              <w:t xml:space="preserve"> </w:t>
            </w:r>
            <w:r w:rsidRPr="00DF6275">
              <w:t xml:space="preserve">as a </w:t>
            </w:r>
            <w:r w:rsidR="009E56EF">
              <w:t>follow-up</w:t>
            </w:r>
            <w:r w:rsidR="009E56EF" w:rsidRPr="00DF6275">
              <w:t xml:space="preserve"> </w:t>
            </w:r>
            <w:r w:rsidRPr="00DF6275">
              <w:t>operation</w:t>
            </w:r>
          </w:p>
          <w:p w14:paraId="1BDC733D" w14:textId="5EA182BF" w:rsidR="00586D6B" w:rsidRPr="00DF6275" w:rsidRDefault="00586D6B" w:rsidP="00DF6275">
            <w:pPr>
              <w:pStyle w:val="SIBulletList2"/>
            </w:pPr>
            <w:r w:rsidRPr="00DF6275">
              <w:t>appl</w:t>
            </w:r>
            <w:r w:rsidR="009E56EF">
              <w:t>ied</w:t>
            </w:r>
            <w:r w:rsidRPr="00DF6275">
              <w:t xml:space="preserve"> herbicides under supervision</w:t>
            </w:r>
          </w:p>
          <w:p w14:paraId="0F6DA57C" w14:textId="7C722DAE" w:rsidR="009E56EF" w:rsidRPr="009E56EF" w:rsidRDefault="009E56EF" w:rsidP="009E56EF">
            <w:pPr>
              <w:pStyle w:val="SIBulletList1"/>
            </w:pPr>
            <w:r w:rsidRPr="00F05AE7">
              <w:t>operate</w:t>
            </w:r>
            <w:r>
              <w:t>d</w:t>
            </w:r>
            <w:r w:rsidRPr="00F05AE7">
              <w:t xml:space="preserve"> a range of crop establishment machinery</w:t>
            </w:r>
          </w:p>
          <w:p w14:paraId="733D9EB5" w14:textId="7521CE7F" w:rsidR="00586D6B" w:rsidRPr="00DF6275" w:rsidRDefault="009E56EF">
            <w:pPr>
              <w:pStyle w:val="SIBulletList1"/>
            </w:pPr>
            <w:r>
              <w:t xml:space="preserve">maintained </w:t>
            </w:r>
            <w:r w:rsidR="00586D6B" w:rsidRPr="00DF6275">
              <w:t>record</w:t>
            </w:r>
            <w:r>
              <w:t>s of preparation and planting</w:t>
            </w:r>
          </w:p>
          <w:p w14:paraId="3F4E2EAA" w14:textId="61A18FDE" w:rsidR="00556C4C" w:rsidRPr="00C47BE1" w:rsidRDefault="00586D6B">
            <w:pPr>
              <w:pStyle w:val="SIBulletList1"/>
            </w:pPr>
            <w:r w:rsidRPr="00DF6275">
              <w:t>follow</w:t>
            </w:r>
            <w:r w:rsidR="009E56EF">
              <w:t xml:space="preserve">ed </w:t>
            </w:r>
            <w:r w:rsidRPr="00DF6275">
              <w:t>enterprise work health and safety</w:t>
            </w:r>
            <w:r w:rsidR="009E56EF">
              <w:t>, biosecurity and environmental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416844CD" w:rsidR="00DA54B5" w:rsidRPr="00DF6275" w:rsidRDefault="00DA54B5" w:rsidP="00DF6275">
            <w:r w:rsidRPr="00DF6275">
              <w:t>An individual must be able to demonstrate the knowledge required to perform the tasks outlined in the elements and performance criteria of this unit. This includes knowledge of:</w:t>
            </w:r>
          </w:p>
          <w:p w14:paraId="52F486FE" w14:textId="3175AC6B" w:rsidR="009E56EF" w:rsidRPr="00DF6275" w:rsidRDefault="00722EDD" w:rsidP="00DF6275">
            <w:pPr>
              <w:pStyle w:val="SIBulletList1"/>
            </w:pPr>
            <w:r w:rsidRPr="00DF6275">
              <w:t xml:space="preserve">basic principles of </w:t>
            </w:r>
            <w:r>
              <w:t xml:space="preserve">broad acre cropping and their establishment, including: </w:t>
            </w:r>
          </w:p>
          <w:p w14:paraId="0F18D808" w14:textId="77777777" w:rsidR="00586D6B" w:rsidRPr="00722EDD" w:rsidRDefault="00586D6B" w:rsidP="00DF6275">
            <w:pPr>
              <w:pStyle w:val="SIBulletList2"/>
            </w:pPr>
            <w:r w:rsidRPr="00722EDD">
              <w:t>importance of correct timing and procedures for crop planting</w:t>
            </w:r>
          </w:p>
          <w:p w14:paraId="47247310" w14:textId="20A966A5" w:rsidR="00586D6B" w:rsidRPr="00722EDD" w:rsidRDefault="00586D6B" w:rsidP="00DF6275">
            <w:pPr>
              <w:pStyle w:val="SIBulletList2"/>
            </w:pPr>
            <w:r w:rsidRPr="00722EDD">
              <w:t>field hygiene</w:t>
            </w:r>
            <w:r w:rsidR="00722EDD">
              <w:t>, biosecurity</w:t>
            </w:r>
            <w:r w:rsidRPr="00722EDD">
              <w:t xml:space="preserve"> and quality control </w:t>
            </w:r>
            <w:r w:rsidR="00722EDD">
              <w:t xml:space="preserve">for </w:t>
            </w:r>
            <w:r w:rsidRPr="00722EDD">
              <w:t>crop establishment</w:t>
            </w:r>
          </w:p>
          <w:p w14:paraId="5C5F0394" w14:textId="77777777" w:rsidR="00586D6B" w:rsidRPr="00722EDD" w:rsidRDefault="00586D6B" w:rsidP="00DF6275">
            <w:pPr>
              <w:pStyle w:val="SIBulletList2"/>
            </w:pPr>
            <w:r w:rsidRPr="00722EDD">
              <w:t>a range of pre-planting soil treatments and their importance</w:t>
            </w:r>
          </w:p>
          <w:p w14:paraId="3B6590CB" w14:textId="1DD38336" w:rsidR="00722EDD" w:rsidRDefault="00722EDD">
            <w:pPr>
              <w:pStyle w:val="SIBulletList1"/>
            </w:pPr>
            <w:r>
              <w:t xml:space="preserve">accumulation of </w:t>
            </w:r>
            <w:r w:rsidR="00586D6B" w:rsidRPr="00722EDD">
              <w:t>waste</w:t>
            </w:r>
            <w:r>
              <w:t xml:space="preserve"> and its</w:t>
            </w:r>
            <w:r w:rsidR="00586D6B" w:rsidRPr="00722EDD">
              <w:t xml:space="preserve"> disposal</w:t>
            </w:r>
            <w:r>
              <w:t>,</w:t>
            </w:r>
            <w:r w:rsidR="00586D6B" w:rsidRPr="00722EDD">
              <w:t xml:space="preserve"> </w:t>
            </w:r>
            <w:r>
              <w:t>including:</w:t>
            </w:r>
          </w:p>
          <w:p w14:paraId="44192BA4" w14:textId="565D7C18" w:rsidR="00586D6B" w:rsidRPr="00722EDD" w:rsidRDefault="00586D6B" w:rsidP="00DF6275">
            <w:pPr>
              <w:pStyle w:val="SIBulletList2"/>
            </w:pPr>
            <w:r w:rsidRPr="00722EDD">
              <w:t>impact on the environment</w:t>
            </w:r>
          </w:p>
          <w:p w14:paraId="21BA4335" w14:textId="77777777" w:rsidR="00722EDD" w:rsidRDefault="00722EDD" w:rsidP="00DF6275">
            <w:pPr>
              <w:pStyle w:val="SIBulletList2"/>
            </w:pPr>
            <w:r>
              <w:t>types of waste common to cropping</w:t>
            </w:r>
          </w:p>
          <w:p w14:paraId="3839AFD5" w14:textId="05D68F91" w:rsidR="002D1226" w:rsidRPr="00722EDD" w:rsidRDefault="00722EDD" w:rsidP="00DF6275">
            <w:pPr>
              <w:pStyle w:val="SIBulletList2"/>
            </w:pPr>
            <w:r>
              <w:t xml:space="preserve">procedures for the disposal of </w:t>
            </w:r>
            <w:r w:rsidR="002D1226" w:rsidRPr="00722EDD">
              <w:t xml:space="preserve">containers, leftover fluids, </w:t>
            </w:r>
            <w:r>
              <w:t>organic</w:t>
            </w:r>
            <w:r w:rsidR="002D1226" w:rsidRPr="00722EDD">
              <w:t xml:space="preserve"> </w:t>
            </w:r>
            <w:r>
              <w:t xml:space="preserve">materials </w:t>
            </w:r>
            <w:r w:rsidR="002D1226" w:rsidRPr="00722EDD">
              <w:t xml:space="preserve">and </w:t>
            </w:r>
            <w:r>
              <w:t xml:space="preserve">other </w:t>
            </w:r>
            <w:r w:rsidR="002D1226" w:rsidRPr="00722EDD">
              <w:t>debris</w:t>
            </w:r>
          </w:p>
          <w:p w14:paraId="3AD157B9" w14:textId="0A643FC5" w:rsidR="00722EDD" w:rsidRDefault="00722EDD">
            <w:pPr>
              <w:pStyle w:val="SIBulletList1"/>
            </w:pPr>
            <w:r>
              <w:t xml:space="preserve">workplace health and safety, risks and </w:t>
            </w:r>
            <w:r w:rsidR="00586D6B" w:rsidRPr="00722EDD">
              <w:t>hazards</w:t>
            </w:r>
            <w:r>
              <w:t>, including:</w:t>
            </w:r>
          </w:p>
          <w:p w14:paraId="14AC1B7B" w14:textId="5B6E7783" w:rsidR="00586D6B" w:rsidRPr="00722EDD" w:rsidRDefault="00722EDD" w:rsidP="00DF6275">
            <w:pPr>
              <w:pStyle w:val="SIBulletList2"/>
            </w:pPr>
            <w:r>
              <w:t xml:space="preserve">responsibilities for following </w:t>
            </w:r>
            <w:r w:rsidR="00586D6B" w:rsidRPr="00722EDD">
              <w:t xml:space="preserve">safety </w:t>
            </w:r>
            <w:r>
              <w:t>instructions/</w:t>
            </w:r>
            <w:r w:rsidR="00586D6B" w:rsidRPr="00722EDD">
              <w:t>directions</w:t>
            </w:r>
          </w:p>
          <w:p w14:paraId="7FE84CD0" w14:textId="3E4B9AB1" w:rsidR="00722EDD" w:rsidRPr="00722EDD" w:rsidRDefault="00722EDD" w:rsidP="00DF6275">
            <w:pPr>
              <w:pStyle w:val="SIBulletList2"/>
            </w:pPr>
            <w:r>
              <w:t xml:space="preserve">safe application </w:t>
            </w:r>
            <w:r w:rsidRPr="00F0682D">
              <w:t>agricultural chemicals</w:t>
            </w:r>
          </w:p>
          <w:p w14:paraId="3C20F7B8" w14:textId="05057B8B" w:rsidR="00722EDD" w:rsidRDefault="00722EDD" w:rsidP="00722EDD">
            <w:pPr>
              <w:pStyle w:val="SIBulletList1"/>
            </w:pPr>
            <w:r>
              <w:t>preparation and operation of common farm machinery used in crop establishment, including:</w:t>
            </w:r>
          </w:p>
          <w:p w14:paraId="5B17F6EA" w14:textId="77777777" w:rsidR="00722EDD" w:rsidRDefault="00722EDD" w:rsidP="00DF6275">
            <w:pPr>
              <w:pStyle w:val="SIBulletList2"/>
            </w:pPr>
            <w:r w:rsidRPr="006E0540">
              <w:t>machinery operation</w:t>
            </w:r>
            <w:r>
              <w:t xml:space="preserve"> and safety</w:t>
            </w:r>
          </w:p>
          <w:p w14:paraId="1C016578" w14:textId="77777777" w:rsidR="00722EDD" w:rsidRDefault="00722EDD" w:rsidP="00DF6275">
            <w:pPr>
              <w:pStyle w:val="SIBulletList2"/>
            </w:pPr>
            <w:r w:rsidRPr="006E0540">
              <w:t>manufacturers specifications</w:t>
            </w:r>
          </w:p>
          <w:p w14:paraId="234DC6E9" w14:textId="71D41E2C" w:rsidR="00722EDD" w:rsidRPr="00722EDD" w:rsidRDefault="00722EDD" w:rsidP="00DF6275">
            <w:pPr>
              <w:pStyle w:val="SIBulletList2"/>
            </w:pPr>
            <w:r w:rsidRPr="006E0540">
              <w:t>enterprise procedures</w:t>
            </w:r>
          </w:p>
          <w:p w14:paraId="06336FEA" w14:textId="77777777" w:rsidR="00586D6B" w:rsidRPr="00722EDD" w:rsidRDefault="00586D6B" w:rsidP="00DF6275">
            <w:pPr>
              <w:pStyle w:val="SIBulletList2"/>
            </w:pPr>
            <w:r w:rsidRPr="00722EDD">
              <w:t>equipment calibration</w:t>
            </w:r>
          </w:p>
          <w:p w14:paraId="5253284B" w14:textId="77777777" w:rsidR="00F77808" w:rsidRPr="00F77808" w:rsidRDefault="00F77808" w:rsidP="00F77808">
            <w:pPr>
              <w:pStyle w:val="SIBulletList1"/>
            </w:pPr>
            <w:r w:rsidRPr="000B1D8C">
              <w:t>communication with team members and supervisor</w:t>
            </w:r>
          </w:p>
          <w:p w14:paraId="7E590A71" w14:textId="400CF955" w:rsidR="00586D6B" w:rsidRPr="00722EDD" w:rsidRDefault="00F77808">
            <w:pPr>
              <w:pStyle w:val="SIBulletList1"/>
            </w:pPr>
            <w:r>
              <w:t xml:space="preserve">calculations and </w:t>
            </w:r>
            <w:r w:rsidR="00586D6B" w:rsidRPr="00722EDD">
              <w:t>measurement</w:t>
            </w:r>
            <w:r>
              <w:t xml:space="preserve">s required for determining </w:t>
            </w:r>
            <w:r w:rsidR="00586D6B" w:rsidRPr="00722EDD">
              <w:t xml:space="preserve">quantities of </w:t>
            </w:r>
            <w:r>
              <w:t>materials for treatments and fertilising</w:t>
            </w:r>
          </w:p>
          <w:p w14:paraId="594042BC" w14:textId="1CCD77A6" w:rsidR="00F1480E" w:rsidRPr="00722EDD" w:rsidRDefault="00F77808">
            <w:pPr>
              <w:pStyle w:val="SIBulletList1"/>
            </w:pPr>
            <w:r>
              <w:t xml:space="preserve">basic calculations and spatial awareness for </w:t>
            </w:r>
            <w:r w:rsidR="00586D6B" w:rsidRPr="00722EDD">
              <w:t>determin</w:t>
            </w:r>
            <w:r>
              <w:t>ing crop</w:t>
            </w:r>
            <w:r w:rsidR="00586D6B" w:rsidRPr="00722EDD">
              <w:t xml:space="preserve"> spacing and planting patterns</w:t>
            </w:r>
            <w:r w:rsidR="00722EDD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DF6275" w:rsidRDefault="00DA54B5">
            <w:r w:rsidRPr="00DF6275">
              <w:t xml:space="preserve">Assessment of the skills in this unit of competency must take place under the following conditions: </w:t>
            </w:r>
          </w:p>
          <w:p w14:paraId="62D0ECC7" w14:textId="77777777" w:rsidR="00DA54B5" w:rsidRPr="00DF6275" w:rsidRDefault="00DA54B5" w:rsidP="00DF6275"/>
          <w:p w14:paraId="04186F1B" w14:textId="2787EA03" w:rsidR="00DA54B5" w:rsidRPr="00DF6275" w:rsidRDefault="00DA54B5">
            <w:pPr>
              <w:pStyle w:val="SIBulletList1"/>
            </w:pPr>
            <w:r w:rsidRPr="00DF6275">
              <w:t>physical conditions:</w:t>
            </w:r>
          </w:p>
          <w:p w14:paraId="386B05FF" w14:textId="3249934B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t xml:space="preserve">skills must be demonstrated </w:t>
            </w:r>
            <w:r w:rsidR="00F77808" w:rsidRPr="00DF6275">
              <w:t xml:space="preserve">on a farm </w:t>
            </w:r>
            <w:r w:rsidRPr="00DF6275">
              <w:t>or an environment that accurately represents workplace conditions</w:t>
            </w:r>
          </w:p>
          <w:p w14:paraId="7CD1E166" w14:textId="0168F974" w:rsidR="00DA54B5" w:rsidRPr="00DF6275" w:rsidRDefault="00DA54B5">
            <w:pPr>
              <w:pStyle w:val="SIBulletList1"/>
            </w:pPr>
            <w:r w:rsidRPr="00DF6275">
              <w:t>resources, equipment and materials:</w:t>
            </w:r>
          </w:p>
          <w:p w14:paraId="1AC0F720" w14:textId="79BC9A4F" w:rsidR="00DA54B5" w:rsidRPr="00DF6275" w:rsidRDefault="00F7780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seeds and or plants for planting</w:t>
            </w:r>
          </w:p>
          <w:p w14:paraId="77D53DD8" w14:textId="06FC8555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t>use of tools</w:t>
            </w:r>
            <w:r w:rsidR="00F77808">
              <w:t xml:space="preserve"> machinery and equipment</w:t>
            </w:r>
          </w:p>
          <w:p w14:paraId="4AB282A7" w14:textId="0D6C6A95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t>use of personal protective equipment</w:t>
            </w:r>
          </w:p>
          <w:p w14:paraId="3D4B0BD2" w14:textId="5767ED07" w:rsidR="00DA54B5" w:rsidRPr="00DF6275" w:rsidRDefault="00DA54B5">
            <w:pPr>
              <w:pStyle w:val="SIBulletList1"/>
              <w:rPr>
                <w:rFonts w:eastAsia="Calibri"/>
              </w:rPr>
            </w:pPr>
            <w:r w:rsidRPr="00DF6275">
              <w:rPr>
                <w:rFonts w:eastAsia="Calibri"/>
              </w:rPr>
              <w:t>specifications:</w:t>
            </w:r>
          </w:p>
          <w:p w14:paraId="03115840" w14:textId="4B4D14BE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t>use of workplace procedures</w:t>
            </w:r>
            <w:r w:rsidR="00F77808">
              <w:rPr>
                <w:rFonts w:eastAsia="Calibri"/>
              </w:rPr>
              <w:t xml:space="preserve"> and processes</w:t>
            </w:r>
          </w:p>
          <w:p w14:paraId="4B734460" w14:textId="695EBCA1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lastRenderedPageBreak/>
              <w:t xml:space="preserve">use of manufacturer’s operating instructions for </w:t>
            </w:r>
            <w:r w:rsidR="00F77808">
              <w:rPr>
                <w:rFonts w:eastAsia="Calibri"/>
              </w:rPr>
              <w:t xml:space="preserve">tools, </w:t>
            </w:r>
            <w:r w:rsidRPr="00DF6275">
              <w:rPr>
                <w:rFonts w:eastAsia="Calibri"/>
              </w:rPr>
              <w:t>equipment</w:t>
            </w:r>
            <w:r w:rsidR="00F77808">
              <w:rPr>
                <w:rFonts w:eastAsia="Calibri"/>
              </w:rPr>
              <w:t xml:space="preserve"> and </w:t>
            </w:r>
            <w:r w:rsidRPr="00DF6275">
              <w:rPr>
                <w:rFonts w:eastAsia="Calibri"/>
              </w:rPr>
              <w:t>machinery</w:t>
            </w:r>
          </w:p>
          <w:p w14:paraId="2012E867" w14:textId="6DE690FE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t>access to specific safety data sheets</w:t>
            </w:r>
            <w:r w:rsidR="00F77808">
              <w:rPr>
                <w:rFonts w:eastAsia="Calibri"/>
              </w:rPr>
              <w:t xml:space="preserve"> for treatments and fertilisers</w:t>
            </w:r>
          </w:p>
          <w:p w14:paraId="106A7384" w14:textId="6ACFA6C9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t>use of instructions</w:t>
            </w:r>
            <w:r w:rsidR="00F77808">
              <w:rPr>
                <w:rFonts w:eastAsia="Calibri"/>
              </w:rPr>
              <w:t xml:space="preserve"> and plans for planting</w:t>
            </w:r>
          </w:p>
          <w:p w14:paraId="0DCA1D1B" w14:textId="1E6EAAD1" w:rsidR="00DA54B5" w:rsidRPr="00DF6275" w:rsidRDefault="00F77808">
            <w:pPr>
              <w:pStyle w:val="SIBulletList1"/>
            </w:pPr>
            <w:r w:rsidRPr="00D4737D" w:rsidDel="008B2E40">
              <w:rPr>
                <w:rFonts w:eastAsia="Calibri"/>
              </w:rPr>
              <w:t xml:space="preserve"> </w:t>
            </w:r>
            <w:r w:rsidR="00DA54B5" w:rsidRPr="00DF6275">
              <w:t xml:space="preserve">relationships: </w:t>
            </w:r>
          </w:p>
          <w:p w14:paraId="19987618" w14:textId="1F58E2E8" w:rsidR="00DA54B5" w:rsidRPr="00DF6275" w:rsidRDefault="00DA54B5">
            <w:pPr>
              <w:pStyle w:val="SIBulletList2"/>
            </w:pPr>
            <w:r w:rsidRPr="00DF6275">
              <w:t>team member</w:t>
            </w:r>
            <w:r w:rsidR="00F77808">
              <w:t xml:space="preserve"> and </w:t>
            </w:r>
            <w:r w:rsidRPr="00DF6275">
              <w:t>supervisor</w:t>
            </w:r>
          </w:p>
          <w:p w14:paraId="06518BC6" w14:textId="77777777" w:rsidR="00BE2A43" w:rsidRPr="00584860" w:rsidRDefault="00BE2A43" w:rsidP="00DF6275"/>
          <w:p w14:paraId="408F0CDB" w14:textId="10BFB0E7" w:rsidR="00DA54B5" w:rsidRPr="00DF6275" w:rsidRDefault="00DA54B5" w:rsidP="00DF6275">
            <w:pPr>
              <w:rPr>
                <w:rFonts w:eastAsia="Calibri"/>
              </w:rPr>
            </w:pPr>
            <w:r w:rsidRPr="00DF62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F811A0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20-12-11T14:28:00Z" w:initials="RB">
    <w:p w14:paraId="556BB9DC" w14:textId="77777777" w:rsidR="00F77808" w:rsidRDefault="00F77808">
      <w:r>
        <w:annotationRef/>
      </w:r>
      <w:r>
        <w:t xml:space="preserve">SME comment re the </w:t>
      </w:r>
      <w:r w:rsidR="00605F92">
        <w:t>number and size of assessment area.</w:t>
      </w:r>
    </w:p>
    <w:p w14:paraId="69E9C265" w14:textId="77777777" w:rsidR="00605F92" w:rsidRDefault="00605F92">
      <w:r>
        <w:t>What area should each individual have to prepare to be deemed competent.</w:t>
      </w:r>
    </w:p>
    <w:p w14:paraId="3CF9AA25" w14:textId="66404A1F" w:rsidR="00605F92" w:rsidRDefault="00605F92">
      <w:r>
        <w:t>The impact of this will be on the amount of space required by RTO's to assess every student, unless assessed on the job.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CF9AA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F9AA25" w16cid:durableId="23B2E5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B4771" w14:textId="77777777" w:rsidR="00F811A0" w:rsidRDefault="00F811A0" w:rsidP="00BF3F0A">
      <w:r>
        <w:separator/>
      </w:r>
    </w:p>
    <w:p w14:paraId="43D09A8F" w14:textId="77777777" w:rsidR="00F811A0" w:rsidRDefault="00F811A0"/>
  </w:endnote>
  <w:endnote w:type="continuationSeparator" w:id="0">
    <w:p w14:paraId="335ECF29" w14:textId="77777777" w:rsidR="00F811A0" w:rsidRDefault="00F811A0" w:rsidP="00BF3F0A">
      <w:r>
        <w:continuationSeparator/>
      </w:r>
    </w:p>
    <w:p w14:paraId="573E2119" w14:textId="77777777" w:rsidR="00F811A0" w:rsidRDefault="00F811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6275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8E2CE" w14:textId="77777777" w:rsidR="00F811A0" w:rsidRDefault="00F811A0" w:rsidP="00BF3F0A">
      <w:r>
        <w:separator/>
      </w:r>
    </w:p>
    <w:p w14:paraId="25E1E9AE" w14:textId="77777777" w:rsidR="00F811A0" w:rsidRDefault="00F811A0"/>
  </w:footnote>
  <w:footnote w:type="continuationSeparator" w:id="0">
    <w:p w14:paraId="1B30AC24" w14:textId="77777777" w:rsidR="00F811A0" w:rsidRDefault="00F811A0" w:rsidP="00BF3F0A">
      <w:r>
        <w:continuationSeparator/>
      </w:r>
    </w:p>
    <w:p w14:paraId="3548AF3B" w14:textId="77777777" w:rsidR="00F811A0" w:rsidRDefault="00F811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50782087" w:rsidR="009C2650" w:rsidRPr="00586D6B" w:rsidRDefault="00586D6B" w:rsidP="00586D6B">
    <w:r w:rsidRPr="00586D6B">
      <w:rPr>
        <w:lang w:eastAsia="en-US"/>
      </w:rPr>
      <w:t>AHCBAC201 Assist agricultural crop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018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226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9C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4C59"/>
    <w:rsid w:val="00556C4C"/>
    <w:rsid w:val="00557369"/>
    <w:rsid w:val="00557D22"/>
    <w:rsid w:val="00564ADD"/>
    <w:rsid w:val="005708EB"/>
    <w:rsid w:val="00575BC6"/>
    <w:rsid w:val="00583902"/>
    <w:rsid w:val="00584860"/>
    <w:rsid w:val="00586D6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F9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ED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6C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D54"/>
    <w:rsid w:val="008B2C77"/>
    <w:rsid w:val="008B2E40"/>
    <w:rsid w:val="008B4AD2"/>
    <w:rsid w:val="008B7138"/>
    <w:rsid w:val="008E260C"/>
    <w:rsid w:val="008E39BE"/>
    <w:rsid w:val="008E62EC"/>
    <w:rsid w:val="008F32F6"/>
    <w:rsid w:val="008F4FD7"/>
    <w:rsid w:val="009004C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6E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A43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7BE1"/>
    <w:rsid w:val="00C5347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D7D2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37D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E129A"/>
    <w:rsid w:val="00DF627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07B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808"/>
    <w:rsid w:val="00F811A0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7B3E9-E989-43F3-8D4A-11515427F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1DAB02-B467-4920-9E03-60426E502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115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19</cp:revision>
  <cp:lastPrinted>2016-05-27T05:21:00Z</cp:lastPrinted>
  <dcterms:created xsi:type="dcterms:W3CDTF">2020-08-25T06:08:00Z</dcterms:created>
  <dcterms:modified xsi:type="dcterms:W3CDTF">2021-01-20T06:25:00Z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